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0C" w:rsidRDefault="00B73B0C" w:rsidP="002544A2">
      <w:pPr>
        <w:jc w:val="center"/>
        <w:rPr>
          <w:rFonts w:ascii="Arial" w:hAnsi="Arial" w:cs="Arial"/>
        </w:rPr>
      </w:pPr>
    </w:p>
    <w:p w:rsidR="00B73B0C" w:rsidRPr="004F755A" w:rsidRDefault="00B73B0C" w:rsidP="002544A2">
      <w:pPr>
        <w:jc w:val="center"/>
        <w:rPr>
          <w:rFonts w:ascii="Arial" w:hAnsi="Arial" w:cs="Arial"/>
        </w:rPr>
      </w:pPr>
      <w:r w:rsidRPr="004F755A">
        <w:rPr>
          <w:rFonts w:ascii="Arial" w:hAnsi="Arial" w:cs="Arial"/>
        </w:rPr>
        <w:t xml:space="preserve">СОВЕТ  ДЕПУТАТОВ  </w:t>
      </w:r>
    </w:p>
    <w:p w:rsidR="00B73B0C" w:rsidRPr="004F755A" w:rsidRDefault="00B73B0C" w:rsidP="002544A2">
      <w:pPr>
        <w:jc w:val="center"/>
        <w:rPr>
          <w:rFonts w:ascii="Arial" w:hAnsi="Arial" w:cs="Arial"/>
        </w:rPr>
      </w:pPr>
      <w:r w:rsidRPr="004F755A">
        <w:rPr>
          <w:rFonts w:ascii="Arial" w:hAnsi="Arial" w:cs="Arial"/>
        </w:rPr>
        <w:t>ПИЧУЖИНСКОГО  СЕЛЬСКОГО  ПОСЕЛЕНИЯ</w:t>
      </w:r>
    </w:p>
    <w:p w:rsidR="00B73B0C" w:rsidRPr="00C3019F" w:rsidRDefault="00B73B0C" w:rsidP="002544A2">
      <w:pPr>
        <w:jc w:val="center"/>
        <w:rPr>
          <w:rFonts w:ascii="Arial" w:hAnsi="Arial" w:cs="Arial"/>
        </w:rPr>
      </w:pPr>
      <w:r w:rsidRPr="004F755A">
        <w:t>ДУБОВСКОГО МУНИЦИПАЛЬНОГО  РАЙОНА  ВОЛГОГРАДСКОЙ  ОБЛАСТИ</w:t>
      </w:r>
    </w:p>
    <w:p w:rsidR="00B73B0C" w:rsidRPr="004F755A" w:rsidRDefault="00B73B0C" w:rsidP="002544A2">
      <w:pPr>
        <w:pStyle w:val="Heading2"/>
        <w:tabs>
          <w:tab w:val="left" w:pos="0"/>
        </w:tabs>
        <w:jc w:val="center"/>
        <w:rPr>
          <w:sz w:val="24"/>
        </w:rPr>
      </w:pPr>
      <w:r w:rsidRPr="004F755A">
        <w:rPr>
          <w:sz w:val="24"/>
        </w:rPr>
        <w:t>РЕШЕНИЕ</w:t>
      </w:r>
    </w:p>
    <w:p w:rsidR="00B73B0C" w:rsidRPr="00B26CAB" w:rsidRDefault="00B73B0C" w:rsidP="008409EB">
      <w:pPr>
        <w:jc w:val="center"/>
        <w:rPr>
          <w:rFonts w:ascii="Arial" w:hAnsi="Arial" w:cs="Arial"/>
          <w:b/>
        </w:rPr>
      </w:pPr>
    </w:p>
    <w:tbl>
      <w:tblPr>
        <w:tblW w:w="0" w:type="auto"/>
        <w:tblLook w:val="01E0"/>
      </w:tblPr>
      <w:tblGrid>
        <w:gridCol w:w="4643"/>
        <w:gridCol w:w="4644"/>
      </w:tblGrid>
      <w:tr w:rsidR="00B73B0C" w:rsidRPr="00883005" w:rsidTr="00120602">
        <w:tc>
          <w:tcPr>
            <w:tcW w:w="4643" w:type="dxa"/>
          </w:tcPr>
          <w:p w:rsidR="00B73B0C" w:rsidRPr="00883005" w:rsidRDefault="00B73B0C" w:rsidP="0012060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13 июля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Cs/>
                  <w:sz w:val="28"/>
                  <w:szCs w:val="28"/>
                </w:rPr>
                <w:t>2018 г</w:t>
              </w:r>
            </w:smartTag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</w:tcPr>
          <w:p w:rsidR="00B73B0C" w:rsidRPr="00883005" w:rsidRDefault="00B73B0C" w:rsidP="002544A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</w:t>
            </w:r>
            <w:r w:rsidRPr="00883005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33/124</w:t>
            </w:r>
          </w:p>
        </w:tc>
      </w:tr>
      <w:tr w:rsidR="00B73B0C" w:rsidRPr="00883005" w:rsidTr="00120602">
        <w:tc>
          <w:tcPr>
            <w:tcW w:w="4643" w:type="dxa"/>
          </w:tcPr>
          <w:p w:rsidR="00B73B0C" w:rsidRPr="00883005" w:rsidRDefault="00B73B0C" w:rsidP="0012060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644" w:type="dxa"/>
          </w:tcPr>
          <w:p w:rsidR="00B73B0C" w:rsidRPr="00883005" w:rsidRDefault="00B73B0C" w:rsidP="00120602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B73B0C" w:rsidRDefault="00B73B0C" w:rsidP="007349CC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Pr="007349CC">
        <w:rPr>
          <w:rFonts w:ascii="Arial" w:hAnsi="Arial" w:cs="Arial"/>
        </w:rPr>
        <w:t xml:space="preserve">О внесении изменений в решение </w:t>
      </w:r>
      <w:r w:rsidRPr="007349CC">
        <w:rPr>
          <w:rFonts w:ascii="Arial" w:hAnsi="Arial" w:cs="Arial"/>
          <w:bCs/>
        </w:rPr>
        <w:t xml:space="preserve">Совета депутатов </w:t>
      </w:r>
      <w:r>
        <w:rPr>
          <w:rFonts w:ascii="Arial" w:hAnsi="Arial" w:cs="Arial"/>
          <w:bCs/>
        </w:rPr>
        <w:t>Пичужинского сельского поселения от  29.03.2017 г № 21/70</w:t>
      </w:r>
      <w:r>
        <w:rPr>
          <w:rFonts w:ascii="Arial" w:hAnsi="Arial" w:cs="Arial"/>
          <w:b/>
          <w:bCs/>
          <w:i/>
        </w:rPr>
        <w:t xml:space="preserve"> </w:t>
      </w:r>
    </w:p>
    <w:p w:rsidR="00B73B0C" w:rsidRDefault="00B73B0C" w:rsidP="007349CC">
      <w:pPr>
        <w:jc w:val="center"/>
        <w:rPr>
          <w:rFonts w:ascii="Arial" w:hAnsi="Arial" w:cs="Arial"/>
          <w:bCs/>
        </w:rPr>
      </w:pPr>
    </w:p>
    <w:p w:rsidR="00B73B0C" w:rsidRDefault="00B73B0C" w:rsidP="007A72C1">
      <w:pPr>
        <w:ind w:firstLine="708"/>
        <w:jc w:val="both"/>
        <w:rPr>
          <w:rFonts w:ascii="Arial" w:hAnsi="Arial" w:cs="Arial"/>
        </w:rPr>
      </w:pPr>
      <w:r w:rsidRPr="007349CC">
        <w:rPr>
          <w:rFonts w:ascii="Arial" w:hAnsi="Arial" w:cs="Arial"/>
        </w:rPr>
        <w:t>В соответствии с Бюджетным  кодексом Российской Федерации</w:t>
      </w:r>
      <w:r>
        <w:rPr>
          <w:rFonts w:ascii="Arial" w:hAnsi="Arial" w:cs="Arial"/>
        </w:rPr>
        <w:t>, Федеральным законом «О внесении изменений в Бюджетный кодекс Российской федерации и признании утратившими силу отдельных положений законодательных актов  Российской Федерации» от 18.07.2017 г № 178-ФЗ:</w:t>
      </w:r>
    </w:p>
    <w:p w:rsidR="00B73B0C" w:rsidRDefault="00B73B0C" w:rsidP="007A72C1">
      <w:pPr>
        <w:ind w:firstLine="708"/>
        <w:jc w:val="both"/>
        <w:rPr>
          <w:rFonts w:ascii="Arial" w:hAnsi="Arial" w:cs="Arial"/>
        </w:rPr>
      </w:pPr>
    </w:p>
    <w:p w:rsidR="00B73B0C" w:rsidRPr="001F191D" w:rsidRDefault="00B73B0C" w:rsidP="001F191D">
      <w:pPr>
        <w:pStyle w:val="a"/>
        <w:ind w:left="0" w:firstLine="708"/>
        <w:rPr>
          <w:rFonts w:cs="Arial"/>
        </w:rPr>
      </w:pPr>
      <w:r w:rsidRPr="001F191D">
        <w:rPr>
          <w:rFonts w:cs="Arial"/>
        </w:rPr>
        <w:t xml:space="preserve">1. Внести дополнения в решение Совета депутатов № </w:t>
      </w:r>
      <w:r>
        <w:rPr>
          <w:rFonts w:cs="Arial"/>
        </w:rPr>
        <w:t>2</w:t>
      </w:r>
      <w:r w:rsidRPr="001F191D">
        <w:rPr>
          <w:rFonts w:cs="Arial"/>
        </w:rPr>
        <w:t>1/</w:t>
      </w:r>
      <w:r>
        <w:rPr>
          <w:rFonts w:cs="Arial"/>
        </w:rPr>
        <w:t>70</w:t>
      </w:r>
      <w:r w:rsidRPr="001F191D">
        <w:rPr>
          <w:rFonts w:cs="Arial"/>
        </w:rPr>
        <w:t xml:space="preserve"> от </w:t>
      </w:r>
      <w:r>
        <w:rPr>
          <w:rFonts w:cs="Arial"/>
        </w:rPr>
        <w:t>29</w:t>
      </w:r>
      <w:r w:rsidRPr="001F191D">
        <w:rPr>
          <w:rFonts w:cs="Arial"/>
        </w:rPr>
        <w:t>.</w:t>
      </w:r>
      <w:r>
        <w:rPr>
          <w:rFonts w:cs="Arial"/>
        </w:rPr>
        <w:t>03.2017 г «</w:t>
      </w:r>
      <w:r w:rsidRPr="001F191D">
        <w:rPr>
          <w:rFonts w:cs="Arial"/>
        </w:rPr>
        <w:t xml:space="preserve">Об утверждении Положения о бюджетном процессе в </w:t>
      </w:r>
      <w:r>
        <w:rPr>
          <w:rFonts w:cs="Arial"/>
        </w:rPr>
        <w:t>Пичужинском</w:t>
      </w:r>
      <w:r w:rsidRPr="001F191D">
        <w:rPr>
          <w:rFonts w:cs="Arial"/>
        </w:rPr>
        <w:t xml:space="preserve"> сельском поселении Дубовского муниципального района»</w:t>
      </w:r>
      <w:r>
        <w:rPr>
          <w:rFonts w:cs="Arial"/>
        </w:rPr>
        <w:t>:</w:t>
      </w:r>
    </w:p>
    <w:p w:rsidR="00B73B0C" w:rsidRDefault="00B73B0C" w:rsidP="001F191D">
      <w:pPr>
        <w:pStyle w:val="a"/>
        <w:ind w:left="0" w:firstLine="708"/>
        <w:rPr>
          <w:rFonts w:cs="Arial"/>
        </w:rPr>
      </w:pPr>
      <w:r>
        <w:rPr>
          <w:rFonts w:cs="Arial"/>
        </w:rPr>
        <w:t xml:space="preserve"> дополнить  статью 5 «</w:t>
      </w:r>
      <w:r w:rsidRPr="001F191D">
        <w:rPr>
          <w:rFonts w:cs="Arial"/>
        </w:rPr>
        <w:t xml:space="preserve">Бюджетные полномочия исполнительных органов местного самоуправления (исполнительно-распорядительных органов) </w:t>
      </w:r>
      <w:r>
        <w:rPr>
          <w:rFonts w:cs="Arial"/>
        </w:rPr>
        <w:t>Пичужинского</w:t>
      </w:r>
      <w:r w:rsidRPr="001F191D">
        <w:rPr>
          <w:rFonts w:cs="Arial"/>
        </w:rPr>
        <w:t xml:space="preserve">  сельского поселения Дубовского муниципального  района»</w:t>
      </w:r>
      <w:r>
        <w:rPr>
          <w:rFonts w:cs="Arial"/>
        </w:rPr>
        <w:t xml:space="preserve"> подпунктами следующего содержания:</w:t>
      </w:r>
    </w:p>
    <w:p w:rsidR="00B73B0C" w:rsidRDefault="00B73B0C" w:rsidP="001F191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1F191D">
        <w:rPr>
          <w:rFonts w:ascii="Arial" w:hAnsi="Arial" w:cs="Arial"/>
        </w:rPr>
        <w:t xml:space="preserve">1.26 формирует муниципальное задание на оказание муниципальных услуг и выполнение работ муниципальными учреждениями муниципальных образований, </w:t>
      </w:r>
      <w:r>
        <w:rPr>
          <w:rFonts w:ascii="Arial" w:hAnsi="Arial" w:cs="Arial"/>
        </w:rPr>
        <w:t>а</w:t>
      </w:r>
      <w:r w:rsidRPr="001F191D">
        <w:rPr>
          <w:rFonts w:ascii="Arial" w:hAnsi="Arial" w:cs="Arial"/>
        </w:rPr>
        <w:t xml:space="preserve"> также в соответствии с региональным перечнем (классификатором) муниципальных услуг, не включенных в общероссийские базовые (отраслевые) перечни (классификаторы) муниципальных услуг, и работ, оказание и выполнение которых предусмотрено нормативными правовыми актами муниципальными правовыми актами;</w:t>
      </w:r>
    </w:p>
    <w:p w:rsidR="00B73B0C" w:rsidRDefault="00B73B0C" w:rsidP="001F191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1.27 принимает решения распорядителем бюджетных средств в случаях установленных местной администрацией о передаче своих бюджетных полномочий получателя бюджетных средств находящимся в его ведении другим получателям бюджетных средств;</w:t>
      </w:r>
    </w:p>
    <w:p w:rsidR="00B73B0C" w:rsidRPr="001F191D" w:rsidRDefault="00B73B0C" w:rsidP="001F191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1.28 устанавливает муниципальным органом порядок определения платы и размера платы за оказанные муниципальные услуги и выполненные работы при осуществлении казенным учреждением приносящей доходы деятельности, в ведении которого находится казенное учреждение».</w:t>
      </w:r>
    </w:p>
    <w:p w:rsidR="00B73B0C" w:rsidRPr="007349CC" w:rsidRDefault="00B73B0C" w:rsidP="00DE74CF">
      <w:pPr>
        <w:autoSpaceDE w:val="0"/>
        <w:autoSpaceDN w:val="0"/>
        <w:adjustRightInd w:val="0"/>
        <w:jc w:val="both"/>
      </w:pPr>
      <w:r w:rsidRPr="007349CC">
        <w:t xml:space="preserve">  </w:t>
      </w:r>
    </w:p>
    <w:p w:rsidR="00B73B0C" w:rsidRPr="007349CC" w:rsidRDefault="00B73B0C" w:rsidP="007349C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2.Настоящее решение подлежит обнародованию.</w:t>
      </w:r>
      <w:bookmarkStart w:id="0" w:name="_GoBack"/>
      <w:bookmarkEnd w:id="0"/>
    </w:p>
    <w:p w:rsidR="00B73B0C" w:rsidRPr="007349CC" w:rsidRDefault="00B73B0C" w:rsidP="007349CC">
      <w:pPr>
        <w:tabs>
          <w:tab w:val="left" w:pos="1245"/>
        </w:tabs>
        <w:jc w:val="both"/>
        <w:rPr>
          <w:rFonts w:ascii="Arial" w:hAnsi="Arial" w:cs="Arial"/>
        </w:rPr>
      </w:pPr>
    </w:p>
    <w:p w:rsidR="00B73B0C" w:rsidRPr="007349CC" w:rsidRDefault="00B73B0C" w:rsidP="00BB7FF7">
      <w:pPr>
        <w:rPr>
          <w:rFonts w:ascii="Arial" w:hAnsi="Arial" w:cs="Arial"/>
        </w:rPr>
      </w:pPr>
    </w:p>
    <w:p w:rsidR="00B73B0C" w:rsidRPr="007349CC" w:rsidRDefault="00B73B0C" w:rsidP="00BB7FF7">
      <w:pPr>
        <w:rPr>
          <w:rFonts w:ascii="Arial" w:hAnsi="Arial" w:cs="Arial"/>
        </w:rPr>
      </w:pPr>
    </w:p>
    <w:p w:rsidR="00B73B0C" w:rsidRPr="007349CC" w:rsidRDefault="00B73B0C" w:rsidP="00BB7FF7">
      <w:pPr>
        <w:rPr>
          <w:rFonts w:ascii="Arial" w:hAnsi="Arial" w:cs="Arial"/>
        </w:rPr>
      </w:pPr>
      <w:r w:rsidRPr="007349CC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Пичужинского</w:t>
      </w:r>
    </w:p>
    <w:p w:rsidR="00B73B0C" w:rsidRPr="007349CC" w:rsidRDefault="00B73B0C" w:rsidP="00BB7FF7">
      <w:pPr>
        <w:rPr>
          <w:rFonts w:ascii="Arial" w:hAnsi="Arial" w:cs="Arial"/>
        </w:rPr>
      </w:pPr>
      <w:r w:rsidRPr="007349CC">
        <w:rPr>
          <w:rFonts w:ascii="Arial" w:hAnsi="Arial" w:cs="Arial"/>
        </w:rPr>
        <w:t xml:space="preserve">сельского поселения                                                                     </w:t>
      </w:r>
      <w:r>
        <w:rPr>
          <w:rFonts w:ascii="Arial" w:hAnsi="Arial" w:cs="Arial"/>
        </w:rPr>
        <w:t>Н.А. Климешов</w:t>
      </w:r>
    </w:p>
    <w:p w:rsidR="00B73B0C" w:rsidRPr="00E17425" w:rsidRDefault="00B73B0C" w:rsidP="00BB7FF7">
      <w:pPr>
        <w:jc w:val="center"/>
        <w:rPr>
          <w:rFonts w:ascii="Arial" w:hAnsi="Arial" w:cs="Arial"/>
        </w:rPr>
      </w:pPr>
      <w:r w:rsidRPr="00E17425">
        <w:rPr>
          <w:rFonts w:ascii="Arial" w:hAnsi="Arial" w:cs="Arial"/>
        </w:rPr>
        <w:t xml:space="preserve">                                                        </w:t>
      </w:r>
    </w:p>
    <w:p w:rsidR="00B73B0C" w:rsidRPr="00E17425" w:rsidRDefault="00B73B0C" w:rsidP="00BB7FF7">
      <w:pPr>
        <w:tabs>
          <w:tab w:val="left" w:pos="7185"/>
        </w:tabs>
        <w:rPr>
          <w:rFonts w:ascii="Arial" w:hAnsi="Arial" w:cs="Arial"/>
        </w:rPr>
      </w:pPr>
    </w:p>
    <w:p w:rsidR="00B73B0C" w:rsidRDefault="00B73B0C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73B0C" w:rsidRDefault="00B73B0C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73B0C" w:rsidRDefault="00B73B0C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73B0C" w:rsidRDefault="00B73B0C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73B0C" w:rsidRDefault="00B73B0C" w:rsidP="00BB7FF7">
      <w:pPr>
        <w:pStyle w:val="ConsNormal"/>
        <w:widowControl/>
        <w:ind w:right="0" w:firstLine="5245"/>
        <w:jc w:val="right"/>
        <w:rPr>
          <w:rFonts w:ascii="Times New Roman" w:hAnsi="Times New Roman" w:cs="Times New Roman"/>
          <w:sz w:val="28"/>
          <w:szCs w:val="28"/>
        </w:rPr>
      </w:pPr>
    </w:p>
    <w:p w:rsidR="00B73B0C" w:rsidRDefault="00B73B0C" w:rsidP="00BB7FF7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73B0C" w:rsidRDefault="00B73B0C" w:rsidP="00BB7FF7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73B0C" w:rsidRDefault="00B73B0C" w:rsidP="00BB7FF7">
      <w:pPr>
        <w:pStyle w:val="ConsNormal"/>
        <w:widowControl/>
        <w:ind w:right="0" w:firstLine="5245"/>
        <w:jc w:val="right"/>
        <w:rPr>
          <w:sz w:val="24"/>
          <w:szCs w:val="24"/>
        </w:rPr>
      </w:pPr>
    </w:p>
    <w:sectPr w:rsidR="00B73B0C" w:rsidSect="00BB7FF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1F8"/>
    <w:rsid w:val="00003DD6"/>
    <w:rsid w:val="000F291B"/>
    <w:rsid w:val="00120602"/>
    <w:rsid w:val="001D0161"/>
    <w:rsid w:val="001F191D"/>
    <w:rsid w:val="001F493E"/>
    <w:rsid w:val="00236D25"/>
    <w:rsid w:val="002544A2"/>
    <w:rsid w:val="00286087"/>
    <w:rsid w:val="002D56D3"/>
    <w:rsid w:val="00354B8C"/>
    <w:rsid w:val="004D2139"/>
    <w:rsid w:val="004F1DF7"/>
    <w:rsid w:val="004F755A"/>
    <w:rsid w:val="00505842"/>
    <w:rsid w:val="00512687"/>
    <w:rsid w:val="00517850"/>
    <w:rsid w:val="005A6CEC"/>
    <w:rsid w:val="005D1AB1"/>
    <w:rsid w:val="005D52A0"/>
    <w:rsid w:val="005E3254"/>
    <w:rsid w:val="00675A47"/>
    <w:rsid w:val="006D2125"/>
    <w:rsid w:val="007349CC"/>
    <w:rsid w:val="007A72C1"/>
    <w:rsid w:val="007E316A"/>
    <w:rsid w:val="007F2515"/>
    <w:rsid w:val="007F7093"/>
    <w:rsid w:val="00801217"/>
    <w:rsid w:val="008409EB"/>
    <w:rsid w:val="00883005"/>
    <w:rsid w:val="009773CA"/>
    <w:rsid w:val="00AA0455"/>
    <w:rsid w:val="00B234B1"/>
    <w:rsid w:val="00B26CAB"/>
    <w:rsid w:val="00B43083"/>
    <w:rsid w:val="00B73B0C"/>
    <w:rsid w:val="00B77BFD"/>
    <w:rsid w:val="00B831F8"/>
    <w:rsid w:val="00BB7FF7"/>
    <w:rsid w:val="00C30073"/>
    <w:rsid w:val="00C3019F"/>
    <w:rsid w:val="00DE74CF"/>
    <w:rsid w:val="00E17425"/>
    <w:rsid w:val="00E71422"/>
    <w:rsid w:val="00F47594"/>
    <w:rsid w:val="00F84847"/>
    <w:rsid w:val="00FA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9EB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544A2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742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84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09EB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basedOn w:val="Normal"/>
    <w:uiPriority w:val="99"/>
    <w:rsid w:val="002D56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2D56D3"/>
    <w:rPr>
      <w:rFonts w:cs="Times New Roman"/>
    </w:rPr>
  </w:style>
  <w:style w:type="character" w:customStyle="1" w:styleId="grame">
    <w:name w:val="grame"/>
    <w:basedOn w:val="DefaultParagraphFont"/>
    <w:uiPriority w:val="99"/>
    <w:rsid w:val="002D56D3"/>
    <w:rPr>
      <w:rFonts w:cs="Times New Roman"/>
    </w:rPr>
  </w:style>
  <w:style w:type="paragraph" w:customStyle="1" w:styleId="ConsNormal">
    <w:name w:val="ConsNormal"/>
    <w:uiPriority w:val="99"/>
    <w:rsid w:val="00BB7FF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nformat">
    <w:name w:val="ConsNonformat"/>
    <w:uiPriority w:val="99"/>
    <w:rsid w:val="00BB7FF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BB7FF7"/>
    <w:rPr>
      <w:rFonts w:cs="Times New Roman"/>
      <w:i/>
    </w:rPr>
  </w:style>
  <w:style w:type="paragraph" w:customStyle="1" w:styleId="a">
    <w:name w:val="Заголовок статьи"/>
    <w:basedOn w:val="Normal"/>
    <w:next w:val="Normal"/>
    <w:uiPriority w:val="99"/>
    <w:rsid w:val="007A72C1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Pages>2</Pages>
  <Words>319</Words>
  <Characters>1819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1</cp:lastModifiedBy>
  <cp:revision>10</cp:revision>
  <cp:lastPrinted>2018-07-16T05:17:00Z</cp:lastPrinted>
  <dcterms:created xsi:type="dcterms:W3CDTF">2018-07-06T08:34:00Z</dcterms:created>
  <dcterms:modified xsi:type="dcterms:W3CDTF">2018-07-16T05:17:00Z</dcterms:modified>
</cp:coreProperties>
</file>